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7E57F" w14:textId="45592F43" w:rsidR="003D4564" w:rsidRPr="00816CF5" w:rsidRDefault="00816CF5">
      <w:pPr>
        <w:spacing w:after="218"/>
        <w:ind w:left="10" w:right="57" w:hanging="10"/>
        <w:jc w:val="right"/>
        <w:rPr>
          <w:b/>
        </w:rPr>
      </w:pPr>
      <w:r w:rsidRPr="00816CF5">
        <w:rPr>
          <w:b/>
          <w:noProof/>
          <w:lang w:val="en-CA" w:eastAsia="en-CA"/>
        </w:rPr>
        <w:drawing>
          <wp:anchor distT="0" distB="0" distL="114300" distR="114300" simplePos="0" relativeHeight="251658240" behindDoc="1" locked="0" layoutInCell="1" allowOverlap="1" wp14:anchorId="3ACB520D" wp14:editId="053DA300">
            <wp:simplePos x="0" y="0"/>
            <wp:positionH relativeFrom="column">
              <wp:posOffset>-594154</wp:posOffset>
            </wp:positionH>
            <wp:positionV relativeFrom="paragraph">
              <wp:posOffset>35626</wp:posOffset>
            </wp:positionV>
            <wp:extent cx="1911927" cy="926159"/>
            <wp:effectExtent l="0" t="0" r="0" b="7620"/>
            <wp:wrapSquare wrapText="bothSides"/>
            <wp:docPr id="1" name="Picture 1" descr="Image result for needs vs wa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needs vs want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27" cy="92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9E1" w:rsidRPr="00816CF5">
        <w:rPr>
          <w:rFonts w:ascii="Times New Roman" w:eastAsia="Times New Roman" w:hAnsi="Times New Roman" w:cs="Times New Roman"/>
          <w:b/>
          <w:sz w:val="24"/>
        </w:rPr>
        <w:t xml:space="preserve">Name_______________________ </w:t>
      </w:r>
    </w:p>
    <w:p w14:paraId="65AC2A5A" w14:textId="448F37B7" w:rsidR="003D4564" w:rsidRPr="00816CF5" w:rsidRDefault="003D19E1">
      <w:pPr>
        <w:spacing w:after="256"/>
        <w:ind w:left="10" w:right="57" w:hanging="10"/>
        <w:jc w:val="right"/>
        <w:rPr>
          <w:b/>
        </w:rPr>
      </w:pPr>
      <w:r w:rsidRPr="00816CF5">
        <w:rPr>
          <w:rFonts w:ascii="Times New Roman" w:eastAsia="Times New Roman" w:hAnsi="Times New Roman" w:cs="Times New Roman"/>
          <w:b/>
          <w:sz w:val="24"/>
        </w:rPr>
        <w:t xml:space="preserve">Date________________________ </w:t>
      </w:r>
    </w:p>
    <w:p w14:paraId="18E1AA38" w14:textId="77777777" w:rsidR="003D4564" w:rsidRPr="00816CF5" w:rsidRDefault="003D19E1">
      <w:pPr>
        <w:spacing w:after="220"/>
        <w:jc w:val="right"/>
        <w:rPr>
          <w:b/>
        </w:rPr>
      </w:pPr>
      <w:r w:rsidRPr="00816CF5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244BF2EC" w14:textId="0800CA20" w:rsidR="003D4564" w:rsidRDefault="00816CF5">
      <w:pPr>
        <w:spacing w:after="219"/>
        <w:ind w:left="10" w:right="75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PF30  </w:t>
      </w:r>
      <w:r w:rsidR="003D19E1">
        <w:rPr>
          <w:rFonts w:ascii="Times New Roman" w:eastAsia="Times New Roman" w:hAnsi="Times New Roman" w:cs="Times New Roman"/>
          <w:b/>
          <w:sz w:val="28"/>
        </w:rPr>
        <w:t>Needs</w:t>
      </w:r>
      <w:proofErr w:type="gramEnd"/>
      <w:r w:rsidR="003D19E1">
        <w:rPr>
          <w:rFonts w:ascii="Times New Roman" w:eastAsia="Times New Roman" w:hAnsi="Times New Roman" w:cs="Times New Roman"/>
          <w:b/>
          <w:sz w:val="28"/>
        </w:rPr>
        <w:t xml:space="preserve"> Vs Wants </w:t>
      </w:r>
    </w:p>
    <w:p w14:paraId="10B313A4" w14:textId="27FF03F8" w:rsidR="003D4564" w:rsidRDefault="00816CF5" w:rsidP="003D19E1">
      <w:pPr>
        <w:spacing w:after="219"/>
        <w:ind w:left="10" w:right="7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/12</w:t>
      </w:r>
    </w:p>
    <w:p w14:paraId="41052E21" w14:textId="77777777" w:rsidR="003D4564" w:rsidRDefault="003D19E1">
      <w:pPr>
        <w:spacing w:after="78"/>
        <w:ind w:left="72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469E75C2" w14:textId="2094BA6A" w:rsidR="003D4564" w:rsidRDefault="003D19E1" w:rsidP="00816CF5">
      <w:pPr>
        <w:numPr>
          <w:ilvl w:val="0"/>
          <w:numId w:val="1"/>
        </w:numPr>
        <w:spacing w:after="11" w:line="267" w:lineRule="auto"/>
        <w:ind w:right="14" w:hanging="360"/>
      </w:pPr>
      <w:r>
        <w:rPr>
          <w:rFonts w:ascii="Times New Roman" w:eastAsia="Times New Roman" w:hAnsi="Times New Roman" w:cs="Times New Roman"/>
          <w:b/>
          <w:sz w:val="28"/>
        </w:rPr>
        <w:t xml:space="preserve">Define what a “need” is and list </w:t>
      </w:r>
      <w:r w:rsidR="00816CF5">
        <w:rPr>
          <w:rFonts w:ascii="Times New Roman" w:eastAsia="Times New Roman" w:hAnsi="Times New Roman" w:cs="Times New Roman"/>
          <w:b/>
          <w:sz w:val="28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</w:rPr>
        <w:t xml:space="preserve">examples. </w:t>
      </w:r>
      <w:r w:rsidR="00816CF5"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  <w:t>/2</w:t>
      </w:r>
    </w:p>
    <w:p w14:paraId="4818623A" w14:textId="77777777" w:rsidR="003D4564" w:rsidRDefault="003D19E1">
      <w:pPr>
        <w:spacing w:after="18"/>
        <w:ind w:left="715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14:paraId="6A7D213C" w14:textId="77777777" w:rsidR="003D4564" w:rsidRDefault="003D19E1">
      <w:pPr>
        <w:spacing w:after="18"/>
        <w:ind w:left="715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14:paraId="1DF86381" w14:textId="68072164" w:rsidR="00816CF5" w:rsidRDefault="003D19E1" w:rsidP="00816CF5">
      <w:pPr>
        <w:spacing w:after="216"/>
        <w:ind w:left="715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 </w:t>
      </w:r>
      <w:r w:rsidR="00816CF5"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</w:t>
      </w:r>
    </w:p>
    <w:p w14:paraId="65E4A237" w14:textId="7BC55ABD" w:rsidR="003D4564" w:rsidRDefault="003D4564" w:rsidP="00816CF5">
      <w:pPr>
        <w:spacing w:after="318"/>
      </w:pPr>
    </w:p>
    <w:p w14:paraId="0F2FF6D8" w14:textId="5E76D9A7" w:rsidR="003D4564" w:rsidRDefault="00816CF5">
      <w:pPr>
        <w:numPr>
          <w:ilvl w:val="0"/>
          <w:numId w:val="1"/>
        </w:numPr>
        <w:spacing w:after="11" w:line="267" w:lineRule="auto"/>
        <w:ind w:right="14" w:hanging="360"/>
      </w:pPr>
      <w:r>
        <w:rPr>
          <w:rFonts w:ascii="Times New Roman" w:eastAsia="Times New Roman" w:hAnsi="Times New Roman" w:cs="Times New Roman"/>
          <w:b/>
          <w:sz w:val="28"/>
        </w:rPr>
        <w:t>Explain h</w:t>
      </w:r>
      <w:r w:rsidR="003D19E1">
        <w:rPr>
          <w:rFonts w:ascii="Times New Roman" w:eastAsia="Times New Roman" w:hAnsi="Times New Roman" w:cs="Times New Roman"/>
          <w:b/>
          <w:sz w:val="28"/>
        </w:rPr>
        <w:t xml:space="preserve">ow is a “want” different from a “need”? Compare them by giving </w:t>
      </w:r>
      <w:r>
        <w:rPr>
          <w:rFonts w:ascii="Times New Roman" w:eastAsia="Times New Roman" w:hAnsi="Times New Roman" w:cs="Times New Roman"/>
          <w:b/>
          <w:sz w:val="28"/>
        </w:rPr>
        <w:t>an example</w:t>
      </w:r>
      <w:r w:rsidR="003D19E1">
        <w:rPr>
          <w:rFonts w:ascii="Times New Roman" w:eastAsia="Times New Roman" w:hAnsi="Times New Roman" w:cs="Times New Roman"/>
          <w:b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>/2</w:t>
      </w:r>
    </w:p>
    <w:p w14:paraId="2A24E3D9" w14:textId="77777777" w:rsidR="00816CF5" w:rsidRDefault="00816CF5" w:rsidP="00816CF5">
      <w:pPr>
        <w:spacing w:after="18"/>
        <w:ind w:left="705"/>
      </w:pPr>
      <w:r w:rsidRPr="00816CF5"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14:paraId="6445BE4B" w14:textId="77777777" w:rsidR="00816CF5" w:rsidRDefault="00816CF5" w:rsidP="00816CF5">
      <w:pPr>
        <w:spacing w:after="18"/>
        <w:ind w:left="705"/>
      </w:pPr>
      <w:r w:rsidRPr="00816CF5"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14:paraId="62A22181" w14:textId="77777777" w:rsidR="00816CF5" w:rsidRDefault="00816CF5" w:rsidP="00816CF5">
      <w:pPr>
        <w:spacing w:after="216"/>
        <w:ind w:left="705"/>
      </w:pPr>
      <w:r w:rsidRPr="00816CF5">
        <w:rPr>
          <w:rFonts w:ascii="Times New Roman" w:eastAsia="Times New Roman" w:hAnsi="Times New Roman" w:cs="Times New Roman"/>
          <w:sz w:val="24"/>
        </w:rPr>
        <w:t>________________________________________________________________________ ________________________________________________________________________________________________________________________________________________</w:t>
      </w:r>
    </w:p>
    <w:p w14:paraId="43D48F26" w14:textId="77777777" w:rsidR="003D4564" w:rsidRDefault="003D19E1">
      <w:pPr>
        <w:spacing w:after="216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C84901A" w14:textId="77777777" w:rsidR="003D4564" w:rsidRDefault="003D19E1">
      <w:pPr>
        <w:spacing w:after="319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499137C" w14:textId="7C51A577" w:rsidR="003D4564" w:rsidRDefault="003D19E1">
      <w:pPr>
        <w:numPr>
          <w:ilvl w:val="0"/>
          <w:numId w:val="1"/>
        </w:numPr>
        <w:spacing w:after="11" w:line="267" w:lineRule="auto"/>
        <w:ind w:right="14" w:hanging="360"/>
      </w:pPr>
      <w:r>
        <w:rPr>
          <w:rFonts w:ascii="Times New Roman" w:eastAsia="Times New Roman" w:hAnsi="Times New Roman" w:cs="Times New Roman"/>
          <w:b/>
          <w:sz w:val="28"/>
        </w:rPr>
        <w:t xml:space="preserve">List your top 10 “wants” on the lines below. </w:t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  <w:t>/1</w:t>
      </w:r>
    </w:p>
    <w:p w14:paraId="4C0AF466" w14:textId="77777777" w:rsidR="00816CF5" w:rsidRDefault="003D19E1" w:rsidP="00816CF5">
      <w:pPr>
        <w:spacing w:after="18"/>
        <w:ind w:left="715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16CF5"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14:paraId="5B4ED2BB" w14:textId="77777777" w:rsidR="00816CF5" w:rsidRDefault="00816CF5" w:rsidP="00816CF5">
      <w:pPr>
        <w:spacing w:after="18"/>
        <w:ind w:left="715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14:paraId="79F73C6D" w14:textId="77777777" w:rsidR="00816CF5" w:rsidRDefault="00816CF5" w:rsidP="00816CF5">
      <w:pPr>
        <w:spacing w:after="216"/>
        <w:ind w:left="715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 ________________________________________________________________________________________________________________________________________________</w:t>
      </w:r>
    </w:p>
    <w:p w14:paraId="19455A5A" w14:textId="218A271B" w:rsidR="003D4564" w:rsidRDefault="003D19E1" w:rsidP="00816CF5">
      <w:pPr>
        <w:spacing w:after="180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855AA3" w14:textId="77777777" w:rsidR="00816CF5" w:rsidRDefault="00816CF5">
      <w:pPr>
        <w:spacing w:after="216"/>
        <w:ind w:left="720"/>
        <w:rPr>
          <w:rFonts w:ascii="Times New Roman" w:eastAsia="Times New Roman" w:hAnsi="Times New Roman" w:cs="Times New Roman"/>
          <w:sz w:val="24"/>
        </w:rPr>
      </w:pPr>
    </w:p>
    <w:p w14:paraId="2FF3159A" w14:textId="77777777" w:rsidR="00816CF5" w:rsidRDefault="00816CF5">
      <w:pPr>
        <w:spacing w:after="216"/>
        <w:ind w:left="720"/>
        <w:rPr>
          <w:rFonts w:ascii="Times New Roman" w:eastAsia="Times New Roman" w:hAnsi="Times New Roman" w:cs="Times New Roman"/>
          <w:sz w:val="24"/>
        </w:rPr>
      </w:pPr>
    </w:p>
    <w:p w14:paraId="1B908E7D" w14:textId="77777777" w:rsidR="00816CF5" w:rsidRDefault="00816CF5">
      <w:pPr>
        <w:spacing w:after="216"/>
        <w:ind w:left="720"/>
      </w:pPr>
    </w:p>
    <w:p w14:paraId="14A7DF07" w14:textId="77777777" w:rsidR="003D4564" w:rsidRDefault="003D19E1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7AACB6B" w14:textId="5E4A86BC" w:rsidR="00816CF5" w:rsidRPr="00816CF5" w:rsidRDefault="00816CF5" w:rsidP="00816CF5">
      <w:pPr>
        <w:spacing w:after="11" w:line="267" w:lineRule="auto"/>
        <w:ind w:left="705" w:right="14"/>
      </w:pPr>
      <w:r>
        <w:lastRenderedPageBreak/>
        <w:tab/>
      </w:r>
    </w:p>
    <w:p w14:paraId="0723C917" w14:textId="1A44835E" w:rsidR="003D4564" w:rsidRDefault="003D19E1">
      <w:pPr>
        <w:numPr>
          <w:ilvl w:val="0"/>
          <w:numId w:val="1"/>
        </w:numPr>
        <w:spacing w:after="11" w:line="267" w:lineRule="auto"/>
        <w:ind w:right="14" w:hanging="360"/>
      </w:pPr>
      <w:r>
        <w:rPr>
          <w:rFonts w:ascii="Times New Roman" w:eastAsia="Times New Roman" w:hAnsi="Times New Roman" w:cs="Times New Roman"/>
          <w:b/>
          <w:sz w:val="28"/>
        </w:rPr>
        <w:t>What is the cost of the items you listed above</w:t>
      </w:r>
      <w:r w:rsidR="00816CF5">
        <w:rPr>
          <w:rFonts w:ascii="Times New Roman" w:eastAsia="Times New Roman" w:hAnsi="Times New Roman" w:cs="Times New Roman"/>
          <w:b/>
          <w:sz w:val="28"/>
        </w:rPr>
        <w:t xml:space="preserve"> (estimate if you need to)</w:t>
      </w:r>
      <w:r>
        <w:rPr>
          <w:rFonts w:ascii="Times New Roman" w:eastAsia="Times New Roman" w:hAnsi="Times New Roman" w:cs="Times New Roman"/>
          <w:b/>
          <w:sz w:val="28"/>
        </w:rPr>
        <w:t xml:space="preserve">? Complete the chart below. </w:t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  <w:t>/5</w:t>
      </w:r>
    </w:p>
    <w:p w14:paraId="02E63E04" w14:textId="77777777" w:rsidR="003D4564" w:rsidRDefault="003D19E1">
      <w:pPr>
        <w:spacing w:after="0"/>
        <w:ind w:left="72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9592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97"/>
        <w:gridCol w:w="3197"/>
        <w:gridCol w:w="3198"/>
      </w:tblGrid>
      <w:tr w:rsidR="003D4564" w14:paraId="7AE2D06D" w14:textId="77777777">
        <w:trPr>
          <w:trHeight w:val="1114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DDF1" w14:textId="77777777" w:rsidR="003D4564" w:rsidRDefault="003D19E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List the “want”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531F" w14:textId="77777777" w:rsidR="003D4564" w:rsidRDefault="003D19E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How much it costs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C4AC" w14:textId="4F1B2A63" w:rsidR="003D4564" w:rsidRDefault="0097695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If I earned $11</w:t>
            </w:r>
            <w:bookmarkStart w:id="0" w:name="_GoBack"/>
            <w:bookmarkEnd w:id="0"/>
            <w:r w:rsidR="003D19E1">
              <w:rPr>
                <w:rFonts w:ascii="Times New Roman" w:eastAsia="Times New Roman" w:hAnsi="Times New Roman" w:cs="Times New Roman"/>
                <w:b/>
                <w:sz w:val="24"/>
              </w:rPr>
              <w:t xml:space="preserve">.00 an hour, how many hours would I have to work in order to afford this item? </w:t>
            </w:r>
          </w:p>
        </w:tc>
      </w:tr>
      <w:tr w:rsidR="003D4564" w14:paraId="36B22034" w14:textId="77777777">
        <w:trPr>
          <w:trHeight w:val="730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CC8C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06E0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AE6C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D4564" w14:paraId="083FD630" w14:textId="77777777">
        <w:trPr>
          <w:trHeight w:val="733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42DB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AED6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3B6F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D4564" w14:paraId="3E75A2AB" w14:textId="77777777">
        <w:trPr>
          <w:trHeight w:val="730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A025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6177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EAA6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D4564" w14:paraId="3EA7C272" w14:textId="77777777">
        <w:trPr>
          <w:trHeight w:val="730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5516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F419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4B61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D4564" w14:paraId="189D6CA3" w14:textId="77777777">
        <w:trPr>
          <w:trHeight w:val="730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7325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2337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C77B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D4564" w14:paraId="73000896" w14:textId="77777777">
        <w:trPr>
          <w:trHeight w:val="730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7078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A1D5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33FC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D4564" w14:paraId="6B242484" w14:textId="77777777">
        <w:trPr>
          <w:trHeight w:val="749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4B9D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C03F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EE2E" w14:textId="77777777" w:rsidR="003D4564" w:rsidRDefault="003D19E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16CF5" w14:paraId="55B95140" w14:textId="77777777">
        <w:trPr>
          <w:trHeight w:val="749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0499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3C66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CE3A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16CF5" w14:paraId="714DAE5F" w14:textId="77777777">
        <w:trPr>
          <w:trHeight w:val="749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57CD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296A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AE76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16CF5" w14:paraId="0F516C05" w14:textId="77777777">
        <w:trPr>
          <w:trHeight w:val="749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6D06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74F8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163F" w14:textId="77777777" w:rsidR="00816CF5" w:rsidRDefault="00816CF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6499BE12" w14:textId="77777777" w:rsidR="003D4564" w:rsidRDefault="003D19E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E265899" w14:textId="77777777" w:rsidR="003D4564" w:rsidRDefault="003D19E1">
      <w:pPr>
        <w:spacing w:after="32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021E52F" w14:textId="085B90BF" w:rsidR="003D4564" w:rsidRDefault="003D19E1">
      <w:pPr>
        <w:numPr>
          <w:ilvl w:val="0"/>
          <w:numId w:val="1"/>
        </w:numPr>
        <w:spacing w:after="165" w:line="267" w:lineRule="auto"/>
        <w:ind w:right="14" w:hanging="360"/>
      </w:pPr>
      <w:r>
        <w:rPr>
          <w:rFonts w:ascii="Times New Roman" w:eastAsia="Times New Roman" w:hAnsi="Times New Roman" w:cs="Times New Roman"/>
          <w:b/>
          <w:sz w:val="28"/>
        </w:rPr>
        <w:t xml:space="preserve">If you had to pay for you “wants” on your own, how does that affect your ability to acquire them? </w:t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</w:r>
      <w:r w:rsidR="00816CF5">
        <w:rPr>
          <w:rFonts w:ascii="Times New Roman" w:eastAsia="Times New Roman" w:hAnsi="Times New Roman" w:cs="Times New Roman"/>
          <w:b/>
          <w:sz w:val="28"/>
        </w:rPr>
        <w:tab/>
        <w:t>/2</w:t>
      </w:r>
    </w:p>
    <w:p w14:paraId="2271D2A1" w14:textId="77777777" w:rsidR="00816CF5" w:rsidRDefault="00816CF5" w:rsidP="00816CF5">
      <w:pPr>
        <w:spacing w:after="18"/>
        <w:ind w:left="705"/>
      </w:pPr>
      <w:r w:rsidRPr="00816CF5"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14:paraId="03AA4036" w14:textId="77777777" w:rsidR="00816CF5" w:rsidRDefault="00816CF5" w:rsidP="00816CF5">
      <w:pPr>
        <w:spacing w:after="18"/>
        <w:ind w:left="705"/>
      </w:pPr>
      <w:r w:rsidRPr="00816CF5"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14:paraId="356E034D" w14:textId="77777777" w:rsidR="00816CF5" w:rsidRDefault="00816CF5" w:rsidP="00816CF5">
      <w:pPr>
        <w:spacing w:after="216"/>
        <w:ind w:left="705"/>
      </w:pPr>
      <w:r w:rsidRPr="00816CF5">
        <w:rPr>
          <w:rFonts w:ascii="Times New Roman" w:eastAsia="Times New Roman" w:hAnsi="Times New Roman" w:cs="Times New Roman"/>
          <w:sz w:val="24"/>
        </w:rPr>
        <w:t>________________________________________________________________________ ________________________________________________________________________________________________________________________________________________</w:t>
      </w:r>
    </w:p>
    <w:p w14:paraId="06EAA8CC" w14:textId="50CB4DBB" w:rsidR="003D4564" w:rsidRDefault="003D4564" w:rsidP="00816CF5">
      <w:pPr>
        <w:spacing w:after="18"/>
        <w:ind w:left="10" w:right="57" w:hanging="10"/>
        <w:jc w:val="right"/>
      </w:pPr>
    </w:p>
    <w:sectPr w:rsidR="003D4564" w:rsidSect="00816CF5">
      <w:pgSz w:w="12240" w:h="15840"/>
      <w:pgMar w:top="270" w:right="1367" w:bottom="175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7E3A"/>
    <w:multiLevelType w:val="hybridMultilevel"/>
    <w:tmpl w:val="B2C49124"/>
    <w:lvl w:ilvl="0" w:tplc="A6E62FE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660A1C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D4230E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F012A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40BA5C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74DBE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7ED53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A8D9BC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CC897C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64"/>
    <w:rsid w:val="003D19E1"/>
    <w:rsid w:val="003D4564"/>
    <w:rsid w:val="00816CF5"/>
    <w:rsid w:val="0097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0A824"/>
  <w15:docId w15:val="{A6BC8F0B-7938-41F6-9D98-F7C782DD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9E1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816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25F51561.dotm</Template>
  <TotalTime>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Mueller</dc:creator>
  <cp:keywords/>
  <cp:lastModifiedBy>Amy Mcfarlen</cp:lastModifiedBy>
  <cp:revision>3</cp:revision>
  <cp:lastPrinted>2016-02-04T18:54:00Z</cp:lastPrinted>
  <dcterms:created xsi:type="dcterms:W3CDTF">2016-09-06T23:24:00Z</dcterms:created>
  <dcterms:modified xsi:type="dcterms:W3CDTF">2017-02-03T15:38:00Z</dcterms:modified>
</cp:coreProperties>
</file>